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20E5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FA1CB6" w14:textId="77777777" w:rsidR="001056F2" w:rsidRPr="001056F2" w:rsidRDefault="001056F2" w:rsidP="001056F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056F2">
        <w:rPr>
          <w:rFonts w:ascii="Corbel" w:hAnsi="Corbel"/>
          <w:b/>
          <w:smallCaps/>
          <w:sz w:val="24"/>
          <w:szCs w:val="24"/>
        </w:rPr>
        <w:t>SYLABUS</w:t>
      </w:r>
    </w:p>
    <w:p w14:paraId="5A2C2B36" w14:textId="77777777" w:rsidR="001056F2" w:rsidRPr="001056F2" w:rsidRDefault="001056F2" w:rsidP="001056F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056F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056F2">
        <w:rPr>
          <w:rFonts w:ascii="Corbel" w:hAnsi="Corbel"/>
          <w:i/>
          <w:smallCaps/>
          <w:sz w:val="24"/>
          <w:szCs w:val="24"/>
        </w:rPr>
        <w:t>2020-2022</w:t>
      </w:r>
    </w:p>
    <w:p w14:paraId="6B82A030" w14:textId="77777777" w:rsidR="001056F2" w:rsidRPr="001056F2" w:rsidRDefault="001056F2" w:rsidP="001056F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056F2">
        <w:rPr>
          <w:rFonts w:ascii="Corbel" w:hAnsi="Corbel"/>
          <w:sz w:val="20"/>
          <w:szCs w:val="20"/>
        </w:rPr>
        <w:tab/>
      </w:r>
      <w:r w:rsidRPr="001056F2">
        <w:rPr>
          <w:rFonts w:ascii="Corbel" w:hAnsi="Corbel"/>
          <w:sz w:val="20"/>
          <w:szCs w:val="20"/>
        </w:rPr>
        <w:tab/>
      </w:r>
      <w:r w:rsidRPr="001056F2">
        <w:rPr>
          <w:rFonts w:ascii="Corbel" w:hAnsi="Corbel"/>
          <w:sz w:val="20"/>
          <w:szCs w:val="20"/>
        </w:rPr>
        <w:tab/>
      </w:r>
      <w:r w:rsidRPr="001056F2"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5E075F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BFA5E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AE8E09" w14:textId="77777777" w:rsidTr="00B819C8">
        <w:tc>
          <w:tcPr>
            <w:tcW w:w="2694" w:type="dxa"/>
            <w:vAlign w:val="center"/>
          </w:tcPr>
          <w:p w14:paraId="2F0DFC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8FCCBF" w14:textId="77777777" w:rsidR="0085747A" w:rsidRPr="009C54AE" w:rsidRDefault="00AA02B6" w:rsidP="0034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migowy – kurs </w:t>
            </w:r>
            <w:r w:rsidR="00343A9B">
              <w:rPr>
                <w:rFonts w:ascii="Corbel" w:hAnsi="Corbel"/>
                <w:b w:val="0"/>
                <w:sz w:val="24"/>
                <w:szCs w:val="24"/>
              </w:rPr>
              <w:t>zaawansowany</w:t>
            </w:r>
          </w:p>
        </w:tc>
      </w:tr>
      <w:tr w:rsidR="0085747A" w:rsidRPr="009C54AE" w14:paraId="215B6245" w14:textId="77777777" w:rsidTr="00B819C8">
        <w:tc>
          <w:tcPr>
            <w:tcW w:w="2694" w:type="dxa"/>
            <w:vAlign w:val="center"/>
          </w:tcPr>
          <w:p w14:paraId="648BB02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F1D3E8" w14:textId="479603F6" w:rsidR="0085747A" w:rsidRPr="009C54AE" w:rsidRDefault="00343A9B" w:rsidP="00433A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3A9B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433A9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43A9B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 w:rsidR="0023642B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A78AC15" w14:textId="77777777" w:rsidTr="00B819C8">
        <w:tc>
          <w:tcPr>
            <w:tcW w:w="2694" w:type="dxa"/>
            <w:vAlign w:val="center"/>
          </w:tcPr>
          <w:p w14:paraId="49D5B5A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A59CAF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988F45C" w14:textId="77777777" w:rsidTr="00B819C8">
        <w:tc>
          <w:tcPr>
            <w:tcW w:w="2694" w:type="dxa"/>
            <w:vAlign w:val="center"/>
          </w:tcPr>
          <w:p w14:paraId="426E7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136150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C4C31BF" w14:textId="77777777" w:rsidTr="00B819C8">
        <w:tc>
          <w:tcPr>
            <w:tcW w:w="2694" w:type="dxa"/>
            <w:vAlign w:val="center"/>
          </w:tcPr>
          <w:p w14:paraId="56132D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B39447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2C44A8DB" w14:textId="77777777" w:rsidTr="00B819C8">
        <w:tc>
          <w:tcPr>
            <w:tcW w:w="2694" w:type="dxa"/>
            <w:vAlign w:val="center"/>
          </w:tcPr>
          <w:p w14:paraId="721D50F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B6FE3F" w14:textId="77777777" w:rsidR="0085747A" w:rsidRPr="009C54AE" w:rsidRDefault="0034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BE04085" w14:textId="77777777" w:rsidTr="00B819C8">
        <w:tc>
          <w:tcPr>
            <w:tcW w:w="2694" w:type="dxa"/>
            <w:vAlign w:val="center"/>
          </w:tcPr>
          <w:p w14:paraId="610E97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DAB1B6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CDADC03" w14:textId="77777777" w:rsidTr="00B819C8">
        <w:tc>
          <w:tcPr>
            <w:tcW w:w="2694" w:type="dxa"/>
            <w:vAlign w:val="center"/>
          </w:tcPr>
          <w:p w14:paraId="151831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2AB126" w14:textId="6FE40784" w:rsidR="0085747A" w:rsidRPr="009C54AE" w:rsidRDefault="00433A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02057D1" w14:textId="77777777" w:rsidTr="00B819C8">
        <w:tc>
          <w:tcPr>
            <w:tcW w:w="2694" w:type="dxa"/>
            <w:vAlign w:val="center"/>
          </w:tcPr>
          <w:p w14:paraId="23375D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161495" w14:textId="77777777" w:rsidR="0085747A" w:rsidRPr="009C54AE" w:rsidRDefault="00821D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343A9B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IV</w:t>
            </w:r>
          </w:p>
        </w:tc>
      </w:tr>
      <w:tr w:rsidR="0085747A" w:rsidRPr="009C54AE" w14:paraId="5037DEAE" w14:textId="77777777" w:rsidTr="00B819C8">
        <w:tc>
          <w:tcPr>
            <w:tcW w:w="2694" w:type="dxa"/>
            <w:vAlign w:val="center"/>
          </w:tcPr>
          <w:p w14:paraId="03D5D5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7BC4C0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6625B38F" w14:textId="77777777" w:rsidTr="00B819C8">
        <w:tc>
          <w:tcPr>
            <w:tcW w:w="2694" w:type="dxa"/>
            <w:vAlign w:val="center"/>
          </w:tcPr>
          <w:p w14:paraId="0A6686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3E6141" w14:textId="77777777" w:rsidR="00923D7D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6A378DA" w14:textId="77777777" w:rsidTr="00B819C8">
        <w:tc>
          <w:tcPr>
            <w:tcW w:w="2694" w:type="dxa"/>
            <w:vAlign w:val="center"/>
          </w:tcPr>
          <w:p w14:paraId="4F6650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2E69F4" w14:textId="4BDE67A5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  <w:tr w:rsidR="0085747A" w:rsidRPr="009C54AE" w14:paraId="21D183C5" w14:textId="77777777" w:rsidTr="00B819C8">
        <w:tc>
          <w:tcPr>
            <w:tcW w:w="2694" w:type="dxa"/>
            <w:vAlign w:val="center"/>
          </w:tcPr>
          <w:p w14:paraId="08601A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E21877" w14:textId="66CA2082" w:rsidR="0085747A" w:rsidRPr="009C54AE" w:rsidRDefault="00AA02B6" w:rsidP="008E78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14:paraId="7DB8DDA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81D30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C4C9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A3E8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CAEEF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B1D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56A342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FC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0B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E3F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5DE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07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AE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339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7E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C75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4A3E6E" w14:textId="77777777" w:rsidTr="004639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7376" w14:textId="77777777" w:rsidR="00015B8F" w:rsidRPr="009C54AE" w:rsidRDefault="00343A9B" w:rsidP="00343A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AA02B6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3C86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C589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DEFA" w14:textId="0E403C22" w:rsidR="00015B8F" w:rsidRPr="009C54AE" w:rsidRDefault="00433A9D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FE3B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D601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C385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B962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A5EF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D103" w14:textId="77777777" w:rsidR="00015B8F" w:rsidRPr="009C54AE" w:rsidRDefault="00634E15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49A96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F3902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EF27C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D6BD50" w14:textId="77777777" w:rsidR="0085747A" w:rsidRPr="00821D4A" w:rsidRDefault="00821D4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821D4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2977BD" w14:textId="77777777" w:rsidR="0085747A" w:rsidRPr="00821D4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21D4A">
        <w:rPr>
          <w:rFonts w:ascii="MS Gothic" w:eastAsia="MS Gothic" w:hAnsi="MS Gothic" w:cs="MS Gothic" w:hint="eastAsia"/>
          <w:b w:val="0"/>
          <w:szCs w:val="24"/>
        </w:rPr>
        <w:t>☐</w:t>
      </w:r>
      <w:r w:rsidRPr="00821D4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E357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A7E67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2391C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74410971" w14:textId="0E817415" w:rsidR="009C54AE" w:rsidRDefault="0002391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2391C">
        <w:rPr>
          <w:rFonts w:ascii="Corbel" w:hAnsi="Corbel"/>
          <w:b w:val="0"/>
          <w:smallCaps w:val="0"/>
          <w:szCs w:val="24"/>
        </w:rPr>
        <w:t>zaliczenie z oceną</w:t>
      </w:r>
    </w:p>
    <w:p w14:paraId="6AE1D2E2" w14:textId="77777777" w:rsidR="0002391C" w:rsidRDefault="0002391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1426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2B54F9" w14:textId="77777777" w:rsidTr="00745302">
        <w:tc>
          <w:tcPr>
            <w:tcW w:w="9670" w:type="dxa"/>
          </w:tcPr>
          <w:p w14:paraId="66148B27" w14:textId="77777777" w:rsidR="0085747A" w:rsidRPr="009C54AE" w:rsidRDefault="00634E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Język migowy – kurs podstawowy</w:t>
            </w:r>
          </w:p>
        </w:tc>
      </w:tr>
    </w:tbl>
    <w:p w14:paraId="4267AD5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710CF7" w14:textId="77777777" w:rsidR="006B7CE4" w:rsidRDefault="006B7C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0B21F7" w14:textId="77777777" w:rsidR="00496614" w:rsidRDefault="0049661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22F073" w14:textId="77777777" w:rsidR="006B7CE4" w:rsidRDefault="006B7C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6F3F0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D19B7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45758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0BB75D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39E8" w:rsidRPr="009C54AE" w14:paraId="52352715" w14:textId="77777777" w:rsidTr="004639E8">
        <w:tc>
          <w:tcPr>
            <w:tcW w:w="851" w:type="dxa"/>
            <w:vAlign w:val="center"/>
          </w:tcPr>
          <w:p w14:paraId="42A4AE38" w14:textId="77777777" w:rsidR="004639E8" w:rsidRPr="009C54AE" w:rsidRDefault="004639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BC7083" w14:textId="77777777" w:rsidR="004639E8" w:rsidRPr="004639E8" w:rsidRDefault="004639E8" w:rsidP="00DA735E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zapoznanie studentów z wiadomościami na temat różnic i zastosowania polskiego języka migowego i systemu językowo-migowego,</w:t>
            </w:r>
          </w:p>
        </w:tc>
      </w:tr>
      <w:tr w:rsidR="004639E8" w:rsidRPr="009C54AE" w14:paraId="2F84D8FD" w14:textId="77777777" w:rsidTr="004639E8">
        <w:tc>
          <w:tcPr>
            <w:tcW w:w="851" w:type="dxa"/>
            <w:vAlign w:val="center"/>
          </w:tcPr>
          <w:p w14:paraId="5C293422" w14:textId="77777777" w:rsidR="004639E8" w:rsidRPr="009C54AE" w:rsidRDefault="004639E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C1DE95" w14:textId="77777777" w:rsidR="004639E8" w:rsidRPr="004639E8" w:rsidRDefault="004639E8" w:rsidP="00DA735E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rozpowszechnianie idei języka migowego jako środka porozumiewania się,</w:t>
            </w:r>
          </w:p>
        </w:tc>
      </w:tr>
      <w:tr w:rsidR="004639E8" w:rsidRPr="009C54AE" w14:paraId="3BC01D08" w14:textId="77777777" w:rsidTr="004639E8">
        <w:tc>
          <w:tcPr>
            <w:tcW w:w="851" w:type="dxa"/>
            <w:vAlign w:val="center"/>
          </w:tcPr>
          <w:p w14:paraId="16853A1B" w14:textId="77777777" w:rsidR="004639E8" w:rsidRPr="009C54AE" w:rsidRDefault="004639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12C945" w14:textId="77777777" w:rsidR="004639E8" w:rsidRPr="004639E8" w:rsidRDefault="004639E8" w:rsidP="00DA735E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przygotowanie studentów do podejmowania zadań związanych z realizacją potrzeb psychospołecznych (w tym komunikacji interpersonalnej) osób niesłyszących, funkcjonujących w zintegrowanym środowisku psychofizycznym.</w:t>
            </w:r>
          </w:p>
        </w:tc>
      </w:tr>
    </w:tbl>
    <w:p w14:paraId="542681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51D45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24B85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502EF0A" w14:textId="77777777" w:rsidTr="0071620A">
        <w:tc>
          <w:tcPr>
            <w:tcW w:w="1701" w:type="dxa"/>
            <w:vAlign w:val="center"/>
          </w:tcPr>
          <w:p w14:paraId="16595A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CF577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003989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639E8" w:rsidRPr="009C54AE" w14:paraId="03496229" w14:textId="77777777" w:rsidTr="005E6E85">
        <w:tc>
          <w:tcPr>
            <w:tcW w:w="1701" w:type="dxa"/>
          </w:tcPr>
          <w:p w14:paraId="6C994665" w14:textId="77777777" w:rsidR="004639E8" w:rsidRPr="009C54AE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F2E82E2" w14:textId="77777777" w:rsidR="004639E8" w:rsidRPr="004639E8" w:rsidRDefault="00343A9B" w:rsidP="00343A9B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Student ma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pogłębioną wiedzę </w:t>
            </w:r>
            <w:r>
              <w:rPr>
                <w:rFonts w:ascii="Corbel" w:hAnsi="Corbel" w:cs="Calibri"/>
                <w:sz w:val="24"/>
                <w:szCs w:val="24"/>
              </w:rPr>
              <w:t>na temat możliwości porozumiewania się osób niesłyszących w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 xml:space="preserve">środowisku społecznym, </w:t>
            </w:r>
            <w:r w:rsidRPr="00343A9B">
              <w:rPr>
                <w:rFonts w:ascii="Corbel" w:hAnsi="Corbel" w:cs="Calibri"/>
                <w:sz w:val="24"/>
                <w:szCs w:val="24"/>
              </w:rPr>
              <w:t>gwarantujących dobre funkcjonowanie społeczne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65FEB0C" w14:textId="77777777" w:rsidR="004639E8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43A9B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14:paraId="68C9081E" w14:textId="77777777" w:rsidR="00343A9B" w:rsidRPr="009C54AE" w:rsidRDefault="00343A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343A9B" w:rsidRPr="009C54AE" w14:paraId="05F7E2DF" w14:textId="77777777" w:rsidTr="005E6E85">
        <w:tc>
          <w:tcPr>
            <w:tcW w:w="1701" w:type="dxa"/>
          </w:tcPr>
          <w:p w14:paraId="31476AA7" w14:textId="77777777" w:rsidR="00343A9B" w:rsidRPr="009C54AE" w:rsidRDefault="00343A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D36582" w14:textId="77777777" w:rsidR="00343A9B" w:rsidRDefault="00343A9B" w:rsidP="00343A9B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</w:t>
            </w:r>
            <w:r w:rsidRPr="00343A9B">
              <w:rPr>
                <w:rFonts w:ascii="Corbel" w:hAnsi="Corbel" w:cs="Calibri"/>
                <w:sz w:val="24"/>
                <w:szCs w:val="24"/>
              </w:rPr>
              <w:t>wykorzyst</w:t>
            </w:r>
            <w:r>
              <w:rPr>
                <w:rFonts w:ascii="Corbel" w:hAnsi="Corbel" w:cs="Calibri"/>
                <w:sz w:val="24"/>
                <w:szCs w:val="24"/>
              </w:rPr>
              <w:t>uje język migowy celem porozumienia się z niesłyszącym klientem</w:t>
            </w:r>
            <w:r w:rsidR="00070F10">
              <w:rPr>
                <w:rFonts w:ascii="Corbel" w:hAnsi="Corbel" w:cs="Calibri"/>
                <w:sz w:val="24"/>
                <w:szCs w:val="24"/>
              </w:rPr>
              <w:t>, planuje kontynuację kształcenia umiejętności komunikowania się w języku migowym</w:t>
            </w:r>
          </w:p>
        </w:tc>
        <w:tc>
          <w:tcPr>
            <w:tcW w:w="1873" w:type="dxa"/>
          </w:tcPr>
          <w:p w14:paraId="17E9F8BB" w14:textId="77777777" w:rsidR="00343A9B" w:rsidRDefault="00343A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0F10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</w:tr>
      <w:tr w:rsidR="004639E8" w:rsidRPr="009C54AE" w14:paraId="76EB8965" w14:textId="77777777" w:rsidTr="005E6E85">
        <w:tc>
          <w:tcPr>
            <w:tcW w:w="1701" w:type="dxa"/>
          </w:tcPr>
          <w:p w14:paraId="11C73CB0" w14:textId="77777777" w:rsidR="004639E8" w:rsidRPr="009C54AE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36FDDD8" w14:textId="77777777" w:rsidR="004639E8" w:rsidRPr="004639E8" w:rsidRDefault="00343A9B" w:rsidP="00343A9B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jest zdolny do podejmowania </w:t>
            </w:r>
            <w:r w:rsidRPr="00343A9B">
              <w:rPr>
                <w:rFonts w:ascii="Corbel" w:hAnsi="Corbel" w:cs="Calibri"/>
                <w:sz w:val="24"/>
                <w:szCs w:val="24"/>
              </w:rPr>
              <w:t>decyzji w</w:t>
            </w:r>
            <w:r w:rsidR="00070F10">
              <w:rPr>
                <w:rFonts w:ascii="Corbel" w:hAnsi="Corbel" w:cs="Calibri"/>
                <w:sz w:val="24"/>
                <w:szCs w:val="24"/>
              </w:rPr>
              <w:t xml:space="preserve"> trudnych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sytuacjach </w:t>
            </w:r>
            <w:r>
              <w:rPr>
                <w:rFonts w:ascii="Corbel" w:hAnsi="Corbel" w:cs="Calibri"/>
                <w:sz w:val="24"/>
                <w:szCs w:val="24"/>
              </w:rPr>
              <w:t>komunikacji z osobami niesłyszącymi, wybierając stosowny do potrzeb niesłyszącego klienta sposób porozumiewania się</w:t>
            </w:r>
            <w:r w:rsidR="00070F10">
              <w:rPr>
                <w:rFonts w:ascii="Corbel" w:hAnsi="Corbel" w:cs="Calibri"/>
                <w:sz w:val="24"/>
                <w:szCs w:val="24"/>
              </w:rPr>
              <w:t xml:space="preserve"> ewentualnie podejmując decyzje o konieczności współpracy z profesjonalnym tłumaczem PJM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59E59E6" w14:textId="77777777" w:rsidR="004639E8" w:rsidRPr="009C54AE" w:rsidRDefault="00343A9B" w:rsidP="00070F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</w:t>
            </w:r>
            <w:r w:rsidR="00070F10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14:paraId="4502D4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9BAF9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7AB04F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EAA0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3B3B4" w14:textId="77777777" w:rsidTr="00923D7D">
        <w:tc>
          <w:tcPr>
            <w:tcW w:w="9639" w:type="dxa"/>
          </w:tcPr>
          <w:p w14:paraId="521257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765FE57" w14:textId="77777777" w:rsidTr="00923D7D">
        <w:tc>
          <w:tcPr>
            <w:tcW w:w="9639" w:type="dxa"/>
          </w:tcPr>
          <w:p w14:paraId="02D1D85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EDB1CE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F1D8B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712A5F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C5B265" w14:textId="77777777" w:rsidTr="00923D7D">
        <w:tc>
          <w:tcPr>
            <w:tcW w:w="9639" w:type="dxa"/>
          </w:tcPr>
          <w:p w14:paraId="1174C56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9E8" w:rsidRPr="009C54AE" w14:paraId="393996DD" w14:textId="77777777" w:rsidTr="00923D7D">
        <w:tc>
          <w:tcPr>
            <w:tcW w:w="9639" w:type="dxa"/>
          </w:tcPr>
          <w:p w14:paraId="0659AC74" w14:textId="77777777" w:rsidR="004639E8" w:rsidRPr="004639E8" w:rsidRDefault="004639E8" w:rsidP="00DA735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Podstawy wiedzy teoretycznej i praktycznej na temat różnic i zastosowania polskiego języka migowego oraz systemu językowo-migowego.                                                                                                                       </w:t>
            </w:r>
          </w:p>
        </w:tc>
      </w:tr>
      <w:tr w:rsidR="004639E8" w:rsidRPr="009C54AE" w14:paraId="26AC7C47" w14:textId="77777777" w:rsidTr="00923D7D">
        <w:tc>
          <w:tcPr>
            <w:tcW w:w="9639" w:type="dxa"/>
          </w:tcPr>
          <w:p w14:paraId="715D6304" w14:textId="77777777" w:rsidR="004639E8" w:rsidRPr="004639E8" w:rsidRDefault="004639E8" w:rsidP="00DA735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Polski alfabet palcowy, znaki pojęć liczbowych głównych i porządkowych – ćwiczenia powtarzające i utrwalające.                                                                             </w:t>
            </w:r>
          </w:p>
        </w:tc>
      </w:tr>
      <w:tr w:rsidR="004639E8" w:rsidRPr="009C54AE" w14:paraId="24A88664" w14:textId="77777777" w:rsidTr="00923D7D">
        <w:tc>
          <w:tcPr>
            <w:tcW w:w="9639" w:type="dxa"/>
          </w:tcPr>
          <w:p w14:paraId="422871F4" w14:textId="77777777" w:rsidR="004639E8" w:rsidRPr="004639E8" w:rsidRDefault="004639E8" w:rsidP="002B69CA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lastRenderedPageBreak/>
              <w:t>Kolejne znaki ideograficzne związane z problematyką pracy socjalnej (</w:t>
            </w:r>
            <w:r w:rsidR="002B69CA">
              <w:rPr>
                <w:rFonts w:ascii="Corbel" w:hAnsi="Corbel"/>
                <w:sz w:val="24"/>
                <w:szCs w:val="24"/>
              </w:rPr>
              <w:t>sytuacje życia codziennego, urzędy, zdrowie</w:t>
            </w:r>
            <w:r w:rsidRPr="004639E8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703881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17B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983015A" w14:textId="77777777" w:rsidR="0085747A" w:rsidRPr="009C54AE" w:rsidRDefault="004639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prezentacją, praca w grupach</w:t>
      </w:r>
    </w:p>
    <w:p w14:paraId="31D7C1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28E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568C1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D2E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5FF2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18A1A2" w14:textId="77777777" w:rsidTr="00C05F44">
        <w:tc>
          <w:tcPr>
            <w:tcW w:w="1985" w:type="dxa"/>
            <w:vAlign w:val="center"/>
          </w:tcPr>
          <w:p w14:paraId="29F8551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E4C35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25FF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CA7BA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F57F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639E8" w:rsidRPr="009C54AE" w14:paraId="57C6240A" w14:textId="77777777" w:rsidTr="00C05F44">
        <w:tc>
          <w:tcPr>
            <w:tcW w:w="1985" w:type="dxa"/>
          </w:tcPr>
          <w:p w14:paraId="4BFD759B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</w:t>
            </w: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5595862A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6448CBFA" w14:textId="77777777"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639E8" w:rsidRPr="009C54AE" w14:paraId="25D8EB0A" w14:textId="77777777" w:rsidTr="00C05F44">
        <w:tc>
          <w:tcPr>
            <w:tcW w:w="1985" w:type="dxa"/>
          </w:tcPr>
          <w:p w14:paraId="676174E3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20CE1FD4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1EA7C90E" w14:textId="77777777"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B69CA" w:rsidRPr="009C54AE" w14:paraId="0A465EB9" w14:textId="77777777" w:rsidTr="00C05F44">
        <w:tc>
          <w:tcPr>
            <w:tcW w:w="1985" w:type="dxa"/>
          </w:tcPr>
          <w:p w14:paraId="0DBDA704" w14:textId="77777777" w:rsidR="002B69CA" w:rsidRPr="007D326B" w:rsidRDefault="002B69CA" w:rsidP="00BE6D15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 w:cs="Calibri"/>
                <w:b w:val="0"/>
                <w:smallCaps w:val="0"/>
                <w:sz w:val="22"/>
              </w:rPr>
              <w:t>3</w:t>
            </w:r>
          </w:p>
        </w:tc>
        <w:tc>
          <w:tcPr>
            <w:tcW w:w="5528" w:type="dxa"/>
          </w:tcPr>
          <w:p w14:paraId="3FBD09C3" w14:textId="77777777" w:rsidR="002B69CA" w:rsidRPr="007D326B" w:rsidRDefault="002B69CA" w:rsidP="00BE6D1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522C585A" w14:textId="77777777" w:rsidR="002B69CA" w:rsidRPr="009C54AE" w:rsidRDefault="002B69CA" w:rsidP="00BE6D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8AC93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3B3D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636781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85B9A1" w14:textId="77777777" w:rsidTr="00923D7D">
        <w:tc>
          <w:tcPr>
            <w:tcW w:w="9670" w:type="dxa"/>
          </w:tcPr>
          <w:p w14:paraId="52A9433F" w14:textId="77777777" w:rsidR="0085747A" w:rsidRPr="004639E8" w:rsidRDefault="004639E8" w:rsidP="004639E8">
            <w:pPr>
              <w:spacing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Zaliczenie z oceną na podstawie przeprowadzenia indywidualnej rozmowy ze studentem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639E8">
              <w:rPr>
                <w:rFonts w:ascii="Corbel" w:hAnsi="Corbel"/>
                <w:sz w:val="24"/>
                <w:szCs w:val="24"/>
              </w:rPr>
              <w:t>w oparciu o język migowy z uwzględnieniem słownictwa wprowadzanego podczas zajęć.</w:t>
            </w:r>
          </w:p>
        </w:tc>
      </w:tr>
    </w:tbl>
    <w:p w14:paraId="1F2F24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ACD0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88A4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90ACEB9" w14:textId="77777777" w:rsidTr="003E1941">
        <w:tc>
          <w:tcPr>
            <w:tcW w:w="4962" w:type="dxa"/>
            <w:vAlign w:val="center"/>
          </w:tcPr>
          <w:p w14:paraId="7A2B8C5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B385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0BD55C" w14:textId="77777777" w:rsidTr="00923D7D">
        <w:tc>
          <w:tcPr>
            <w:tcW w:w="4962" w:type="dxa"/>
          </w:tcPr>
          <w:p w14:paraId="3EA962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274EEF" w14:textId="422202DB" w:rsidR="0085747A" w:rsidRPr="009C54AE" w:rsidRDefault="00433A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5EFF8A5" w14:textId="77777777" w:rsidTr="00923D7D">
        <w:tc>
          <w:tcPr>
            <w:tcW w:w="4962" w:type="dxa"/>
          </w:tcPr>
          <w:p w14:paraId="5F04D62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99968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317205" w14:textId="77777777" w:rsidR="00C61DC5" w:rsidRPr="009C54AE" w:rsidRDefault="00821D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56437B0" w14:textId="77777777" w:rsidTr="00923D7D">
        <w:tc>
          <w:tcPr>
            <w:tcW w:w="4962" w:type="dxa"/>
          </w:tcPr>
          <w:p w14:paraId="322288B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1E3A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55E8013" w14:textId="7CC13B75" w:rsidR="00C61DC5" w:rsidRPr="009C54AE" w:rsidRDefault="00433A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9C54AE" w14:paraId="5D0D56B2" w14:textId="77777777" w:rsidTr="00923D7D">
        <w:tc>
          <w:tcPr>
            <w:tcW w:w="4962" w:type="dxa"/>
          </w:tcPr>
          <w:p w14:paraId="00B92C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DFF6D6" w14:textId="77777777" w:rsidR="0085747A" w:rsidRPr="009C54AE" w:rsidRDefault="00634E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4639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3FB3044" w14:textId="77777777" w:rsidTr="00923D7D">
        <w:tc>
          <w:tcPr>
            <w:tcW w:w="4962" w:type="dxa"/>
          </w:tcPr>
          <w:p w14:paraId="63C3BFA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9B82F0" w14:textId="77777777" w:rsidR="0085747A" w:rsidRPr="009C54AE" w:rsidRDefault="00634E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777C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0F40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E9F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C5A3E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1DDF4C4" w14:textId="77777777" w:rsidTr="0071620A">
        <w:trPr>
          <w:trHeight w:val="397"/>
        </w:trPr>
        <w:tc>
          <w:tcPr>
            <w:tcW w:w="3544" w:type="dxa"/>
          </w:tcPr>
          <w:p w14:paraId="4D2832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38D8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1EA41C3" w14:textId="77777777" w:rsidTr="0071620A">
        <w:trPr>
          <w:trHeight w:val="397"/>
        </w:trPr>
        <w:tc>
          <w:tcPr>
            <w:tcW w:w="3544" w:type="dxa"/>
          </w:tcPr>
          <w:p w14:paraId="0B03BD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83D7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E99F0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B04FA" w14:textId="77777777" w:rsidR="005A4B5D" w:rsidRDefault="005A4B5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CB18A3" w14:textId="77777777" w:rsidR="005A4B5D" w:rsidRDefault="005A4B5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875497" w14:textId="09BA8D4A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B283D11" w14:textId="4B300690" w:rsidR="0085747A" w:rsidRPr="009C54AE" w:rsidRDefault="0085747A" w:rsidP="005A4B5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37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3"/>
      </w:tblGrid>
      <w:tr w:rsidR="005A4B5D" w:rsidRPr="004639E8" w14:paraId="054DAD0D" w14:textId="77777777" w:rsidTr="005A4B5D">
        <w:trPr>
          <w:trHeight w:val="397"/>
        </w:trPr>
        <w:tc>
          <w:tcPr>
            <w:tcW w:w="9373" w:type="dxa"/>
          </w:tcPr>
          <w:p w14:paraId="1FED6128" w14:textId="77777777" w:rsidR="005A4B5D" w:rsidRPr="004639E8" w:rsidRDefault="005A4B5D" w:rsidP="007A1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B503D6" w14:textId="77777777" w:rsidR="005A4B5D" w:rsidRPr="004639E8" w:rsidRDefault="005A4B5D" w:rsidP="007A193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Kosiba O., Grenda P.</w:t>
            </w:r>
            <w:r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Leksykon języka migowego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Bogatynia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Wydawnictwo "</w:t>
            </w:r>
            <w:proofErr w:type="spellStart"/>
            <w:r w:rsidRPr="0041033C">
              <w:rPr>
                <w:rFonts w:ascii="Corbel" w:hAnsi="Corbel"/>
                <w:sz w:val="24"/>
                <w:szCs w:val="24"/>
              </w:rPr>
              <w:t>Silentium</w:t>
            </w:r>
            <w:proofErr w:type="spellEnd"/>
            <w:r w:rsidRPr="0041033C">
              <w:rPr>
                <w:rFonts w:ascii="Corbel" w:hAnsi="Corbel"/>
                <w:sz w:val="24"/>
                <w:szCs w:val="24"/>
              </w:rPr>
              <w:t>" Piotr Grenda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B610D72" w14:textId="77777777" w:rsidR="005A4B5D" w:rsidRPr="004639E8" w:rsidRDefault="005A4B5D" w:rsidP="007A193A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</w:t>
            </w:r>
            <w:r>
              <w:rPr>
                <w:rFonts w:ascii="Corbel" w:hAnsi="Corbel"/>
                <w:sz w:val="24"/>
                <w:szCs w:val="24"/>
              </w:rPr>
              <w:t>. (2008).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Język migany w szkole</w:t>
            </w:r>
            <w:r w:rsidRPr="004639E8">
              <w:rPr>
                <w:rFonts w:ascii="Corbel" w:hAnsi="Corbel"/>
                <w:sz w:val="24"/>
                <w:szCs w:val="24"/>
              </w:rPr>
              <w:t>, cz.1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Wydawnictwa Szkolne i Pedagogiczne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A4B5D" w:rsidRPr="004639E8" w14:paraId="1F8EFA96" w14:textId="77777777" w:rsidTr="005A4B5D">
        <w:trPr>
          <w:trHeight w:val="397"/>
        </w:trPr>
        <w:tc>
          <w:tcPr>
            <w:tcW w:w="9373" w:type="dxa"/>
          </w:tcPr>
          <w:p w14:paraId="0FF48F16" w14:textId="77777777" w:rsidR="005A4B5D" w:rsidRPr="004639E8" w:rsidRDefault="005A4B5D" w:rsidP="007A1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21FDC8" w14:textId="77777777" w:rsidR="005A4B5D" w:rsidRDefault="005A4B5D" w:rsidP="007A193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B.</w:t>
            </w:r>
            <w:r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32B3">
              <w:rPr>
                <w:rFonts w:ascii="Corbel" w:hAnsi="Corbel"/>
                <w:i/>
                <w:sz w:val="24"/>
                <w:szCs w:val="24"/>
              </w:rPr>
              <w:t>Komunikowanie się z osobami z uszkodzonym słuchem. Poradnik dla pracowników służb społecznych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Krapkowice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711C3BD" w14:textId="77777777" w:rsidR="005A4B5D" w:rsidRPr="004639E8" w:rsidRDefault="005A4B5D" w:rsidP="007A193A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Materiały autorskie przekazane studentom.</w:t>
            </w:r>
          </w:p>
        </w:tc>
      </w:tr>
    </w:tbl>
    <w:p w14:paraId="41BB8679" w14:textId="51F87AAC" w:rsidR="0085747A" w:rsidRPr="009C54AE" w:rsidRDefault="0085747A" w:rsidP="005A4B5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2ACD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C4DC4" w14:textId="77777777" w:rsidR="00BA00C0" w:rsidRDefault="00BA00C0" w:rsidP="00C16ABF">
      <w:pPr>
        <w:spacing w:after="0" w:line="240" w:lineRule="auto"/>
      </w:pPr>
      <w:r>
        <w:separator/>
      </w:r>
    </w:p>
  </w:endnote>
  <w:endnote w:type="continuationSeparator" w:id="0">
    <w:p w14:paraId="5607DEEF" w14:textId="77777777" w:rsidR="00BA00C0" w:rsidRDefault="00BA00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5FBDC" w14:textId="77777777" w:rsidR="00BA00C0" w:rsidRDefault="00BA00C0" w:rsidP="00C16ABF">
      <w:pPr>
        <w:spacing w:after="0" w:line="240" w:lineRule="auto"/>
      </w:pPr>
      <w:r>
        <w:separator/>
      </w:r>
    </w:p>
  </w:footnote>
  <w:footnote w:type="continuationSeparator" w:id="0">
    <w:p w14:paraId="36B91D24" w14:textId="77777777" w:rsidR="00BA00C0" w:rsidRDefault="00BA00C0" w:rsidP="00C16ABF">
      <w:pPr>
        <w:spacing w:after="0" w:line="240" w:lineRule="auto"/>
      </w:pPr>
      <w:r>
        <w:continuationSeparator/>
      </w:r>
    </w:p>
  </w:footnote>
  <w:footnote w:id="1">
    <w:p w14:paraId="05817CA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91C"/>
    <w:rsid w:val="00025F0A"/>
    <w:rsid w:val="00042A51"/>
    <w:rsid w:val="00042D2E"/>
    <w:rsid w:val="00044C82"/>
    <w:rsid w:val="00070ED6"/>
    <w:rsid w:val="00070F10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6F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69FB"/>
    <w:rsid w:val="002144C0"/>
    <w:rsid w:val="002206E5"/>
    <w:rsid w:val="0022477D"/>
    <w:rsid w:val="002278A9"/>
    <w:rsid w:val="002336F9"/>
    <w:rsid w:val="0023642B"/>
    <w:rsid w:val="00236A75"/>
    <w:rsid w:val="0024028F"/>
    <w:rsid w:val="00244ABC"/>
    <w:rsid w:val="00255E24"/>
    <w:rsid w:val="00281FF2"/>
    <w:rsid w:val="002857DE"/>
    <w:rsid w:val="00291567"/>
    <w:rsid w:val="002A22BF"/>
    <w:rsid w:val="002A2389"/>
    <w:rsid w:val="002A671D"/>
    <w:rsid w:val="002A6952"/>
    <w:rsid w:val="002B4D55"/>
    <w:rsid w:val="002B5EA0"/>
    <w:rsid w:val="002B6119"/>
    <w:rsid w:val="002B69CA"/>
    <w:rsid w:val="002C1F06"/>
    <w:rsid w:val="002D3375"/>
    <w:rsid w:val="002D73D4"/>
    <w:rsid w:val="002F02A3"/>
    <w:rsid w:val="002F4ABE"/>
    <w:rsid w:val="003018BA"/>
    <w:rsid w:val="0030395F"/>
    <w:rsid w:val="00305C92"/>
    <w:rsid w:val="003132B3"/>
    <w:rsid w:val="003151C5"/>
    <w:rsid w:val="0031710C"/>
    <w:rsid w:val="003343CF"/>
    <w:rsid w:val="0033693E"/>
    <w:rsid w:val="00343A9B"/>
    <w:rsid w:val="00346FE9"/>
    <w:rsid w:val="0034759A"/>
    <w:rsid w:val="003503F6"/>
    <w:rsid w:val="00351E49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3E4"/>
    <w:rsid w:val="003F205D"/>
    <w:rsid w:val="003F38C0"/>
    <w:rsid w:val="00414E3C"/>
    <w:rsid w:val="00415275"/>
    <w:rsid w:val="00416C11"/>
    <w:rsid w:val="0042244A"/>
    <w:rsid w:val="0042745A"/>
    <w:rsid w:val="00431D5C"/>
    <w:rsid w:val="00433A9D"/>
    <w:rsid w:val="004362C6"/>
    <w:rsid w:val="00437FA2"/>
    <w:rsid w:val="00440A92"/>
    <w:rsid w:val="00445970"/>
    <w:rsid w:val="00461EFC"/>
    <w:rsid w:val="004639E8"/>
    <w:rsid w:val="004652C2"/>
    <w:rsid w:val="004706D1"/>
    <w:rsid w:val="00471326"/>
    <w:rsid w:val="0047598D"/>
    <w:rsid w:val="004840FD"/>
    <w:rsid w:val="00490F7D"/>
    <w:rsid w:val="00491678"/>
    <w:rsid w:val="0049661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B5D"/>
    <w:rsid w:val="005C080F"/>
    <w:rsid w:val="005C50CD"/>
    <w:rsid w:val="005C55E5"/>
    <w:rsid w:val="005C696A"/>
    <w:rsid w:val="005E6E85"/>
    <w:rsid w:val="005F31D2"/>
    <w:rsid w:val="0061029B"/>
    <w:rsid w:val="00617230"/>
    <w:rsid w:val="00621CE1"/>
    <w:rsid w:val="00627FC9"/>
    <w:rsid w:val="00634E15"/>
    <w:rsid w:val="00647FA8"/>
    <w:rsid w:val="00650C5F"/>
    <w:rsid w:val="00654934"/>
    <w:rsid w:val="006620D9"/>
    <w:rsid w:val="00671958"/>
    <w:rsid w:val="00675843"/>
    <w:rsid w:val="00681005"/>
    <w:rsid w:val="00696477"/>
    <w:rsid w:val="006B7CE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615"/>
    <w:rsid w:val="007A6E6E"/>
    <w:rsid w:val="007B1903"/>
    <w:rsid w:val="007C3299"/>
    <w:rsid w:val="007C3BCC"/>
    <w:rsid w:val="007C4546"/>
    <w:rsid w:val="007D6A3F"/>
    <w:rsid w:val="007D6E56"/>
    <w:rsid w:val="007F4155"/>
    <w:rsid w:val="0081554D"/>
    <w:rsid w:val="0081707E"/>
    <w:rsid w:val="00821D4A"/>
    <w:rsid w:val="008449B3"/>
    <w:rsid w:val="008552A2"/>
    <w:rsid w:val="0085747A"/>
    <w:rsid w:val="008667F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840"/>
    <w:rsid w:val="008F12C9"/>
    <w:rsid w:val="008F6E29"/>
    <w:rsid w:val="00916188"/>
    <w:rsid w:val="00923D7D"/>
    <w:rsid w:val="009508DF"/>
    <w:rsid w:val="00950DAC"/>
    <w:rsid w:val="00954A07"/>
    <w:rsid w:val="00956B93"/>
    <w:rsid w:val="00965C70"/>
    <w:rsid w:val="00986776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063"/>
    <w:rsid w:val="00A97DE1"/>
    <w:rsid w:val="00AA02B6"/>
    <w:rsid w:val="00AB053C"/>
    <w:rsid w:val="00AC022C"/>
    <w:rsid w:val="00AD1146"/>
    <w:rsid w:val="00AD27D3"/>
    <w:rsid w:val="00AD66D6"/>
    <w:rsid w:val="00AE1160"/>
    <w:rsid w:val="00AE203C"/>
    <w:rsid w:val="00AE2E74"/>
    <w:rsid w:val="00AE5FCB"/>
    <w:rsid w:val="00AF2C1E"/>
    <w:rsid w:val="00B00505"/>
    <w:rsid w:val="00B06142"/>
    <w:rsid w:val="00B135B1"/>
    <w:rsid w:val="00B3130B"/>
    <w:rsid w:val="00B3779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362"/>
    <w:rsid w:val="00B90885"/>
    <w:rsid w:val="00BA00C0"/>
    <w:rsid w:val="00BA3122"/>
    <w:rsid w:val="00BB520A"/>
    <w:rsid w:val="00BD005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40AD"/>
    <w:rsid w:val="00D352C9"/>
    <w:rsid w:val="00D425B2"/>
    <w:rsid w:val="00D428D6"/>
    <w:rsid w:val="00D552B2"/>
    <w:rsid w:val="00D608D1"/>
    <w:rsid w:val="00D74119"/>
    <w:rsid w:val="00D8075B"/>
    <w:rsid w:val="00D8678B"/>
    <w:rsid w:val="00D93B4A"/>
    <w:rsid w:val="00DA2114"/>
    <w:rsid w:val="00DA4EB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C2F"/>
    <w:rsid w:val="00EE5457"/>
    <w:rsid w:val="00F070AB"/>
    <w:rsid w:val="00F17567"/>
    <w:rsid w:val="00F2695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B0E2B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7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191CD3-730F-42D4-8719-78ECECF4A2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29C2DF-7FDA-43B4-9D62-211F10B83299}"/>
</file>

<file path=customXml/itemProps3.xml><?xml version="1.0" encoding="utf-8"?>
<ds:datastoreItem xmlns:ds="http://schemas.openxmlformats.org/officeDocument/2006/customXml" ds:itemID="{A4DEA977-56D3-45BE-8BE1-B2C351A2E080}"/>
</file>

<file path=customXml/itemProps4.xml><?xml version="1.0" encoding="utf-8"?>
<ds:datastoreItem xmlns:ds="http://schemas.openxmlformats.org/officeDocument/2006/customXml" ds:itemID="{37A54840-7F99-41DB-9A32-A5992EC1143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743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9</cp:revision>
  <cp:lastPrinted>2019-02-06T12:12:00Z</cp:lastPrinted>
  <dcterms:created xsi:type="dcterms:W3CDTF">2021-09-30T22:07:00Z</dcterms:created>
  <dcterms:modified xsi:type="dcterms:W3CDTF">2021-10-02T13:08:00Z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